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68514402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F459EE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F459EE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C03999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627ED3C7" w14:textId="77777777" w:rsidR="00EC1902" w:rsidRDefault="009A05B1" w:rsidP="00474F50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bookmarkStart w:id="1" w:name="_Hlk143158330"/>
    </w:p>
    <w:p w14:paraId="34C37902" w14:textId="77777777" w:rsidR="00D22249" w:rsidRDefault="00D22249" w:rsidP="00D22249">
      <w:pPr>
        <w:rPr>
          <w:rFonts w:ascii="Arial" w:eastAsia="Calibri" w:hAnsi="Arial" w:cs="Arial"/>
          <w:b/>
          <w:iCs/>
          <w:sz w:val="18"/>
          <w:szCs w:val="18"/>
        </w:rPr>
      </w:pPr>
    </w:p>
    <w:p w14:paraId="157CAE8A" w14:textId="3FF1051D" w:rsidR="003C4F0E" w:rsidRPr="00474F50" w:rsidRDefault="00C03999" w:rsidP="00D22249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="Arial" w:eastAsia="Calibri" w:hAnsi="Arial" w:cs="Arial"/>
          <w:b/>
          <w:iCs/>
          <w:sz w:val="18"/>
          <w:szCs w:val="18"/>
        </w:rPr>
        <w:t>R</w:t>
      </w:r>
      <w:r w:rsidR="00CF6A61">
        <w:rPr>
          <w:rFonts w:ascii="Arial" w:eastAsia="Calibri" w:hAnsi="Arial" w:cs="Arial"/>
          <w:b/>
          <w:iCs/>
          <w:sz w:val="18"/>
          <w:szCs w:val="18"/>
        </w:rPr>
        <w:t>emont</w:t>
      </w:r>
      <w:r w:rsidR="00B21ECC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>stacji transformatorow</w:t>
      </w:r>
      <w:r w:rsidR="00C90489">
        <w:rPr>
          <w:rFonts w:ascii="Arial" w:eastAsia="Calibri" w:hAnsi="Arial" w:cs="Arial"/>
          <w:b/>
          <w:iCs/>
          <w:sz w:val="18"/>
          <w:szCs w:val="18"/>
        </w:rPr>
        <w:t>ych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 xml:space="preserve"> ST</w:t>
      </w:r>
      <w:r w:rsidR="00307AB7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>2</w:t>
      </w:r>
      <w:r w:rsidR="00C90489">
        <w:rPr>
          <w:rFonts w:ascii="Arial" w:eastAsia="Calibri" w:hAnsi="Arial" w:cs="Arial"/>
          <w:b/>
          <w:iCs/>
          <w:sz w:val="18"/>
          <w:szCs w:val="18"/>
        </w:rPr>
        <w:t>-5-16 i ST 2-5-17</w:t>
      </w:r>
      <w:r w:rsidR="00F45EB9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C90489">
        <w:rPr>
          <w:rFonts w:ascii="Arial" w:eastAsia="Calibri" w:hAnsi="Arial" w:cs="Arial"/>
          <w:b/>
          <w:iCs/>
          <w:sz w:val="18"/>
          <w:szCs w:val="18"/>
        </w:rPr>
        <w:t>Maksymilianowo</w:t>
      </w:r>
    </w:p>
    <w:bookmarkEnd w:id="0"/>
    <w:bookmarkEnd w:id="1"/>
    <w:p w14:paraId="3FD04082" w14:textId="77777777" w:rsidR="002228DA" w:rsidRPr="00E302B2" w:rsidRDefault="002228DA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9498" w:type="dxa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245"/>
      </w:tblGrid>
      <w:tr w:rsidR="001D50BF" w:rsidRPr="00E302B2" w14:paraId="47CC94D4" w14:textId="77777777" w:rsidTr="00CA093E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245" w:type="dxa"/>
            <w:vAlign w:val="center"/>
          </w:tcPr>
          <w:p w14:paraId="617E5D42" w14:textId="241D6FA8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CA093E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245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CA093E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245" w:type="dxa"/>
            <w:vAlign w:val="center"/>
          </w:tcPr>
          <w:p w14:paraId="14915C60" w14:textId="1684509A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Kolejowa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Holding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.o.</w:t>
            </w:r>
            <w:bookmarkEnd w:id="3"/>
          </w:p>
        </w:tc>
      </w:tr>
      <w:tr w:rsidR="001D50BF" w:rsidRPr="00E302B2" w14:paraId="5B550DD3" w14:textId="77777777" w:rsidTr="00CA093E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245" w:type="dxa"/>
            <w:vAlign w:val="center"/>
          </w:tcPr>
          <w:p w14:paraId="69D995CF" w14:textId="00E0D4FE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CA093E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245" w:type="dxa"/>
            <w:vAlign w:val="center"/>
          </w:tcPr>
          <w:p w14:paraId="65F5B11A" w14:textId="7B030DF1" w:rsidR="003C4F0E" w:rsidRPr="004D394B" w:rsidRDefault="00CF6A61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 w:rsidRPr="00CF6A61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R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emont</w:t>
            </w:r>
            <w:r w:rsidR="00B21ECC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</w:t>
            </w:r>
            <w:r w:rsidR="00C90489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stacji transformatorowych ST</w:t>
            </w:r>
            <w:r w:rsidR="00CF1447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</w:t>
            </w:r>
            <w:r w:rsidR="00C90489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2-5-16 i ST 2-5-17 Maksymilianowo</w:t>
            </w:r>
          </w:p>
        </w:tc>
      </w:tr>
      <w:tr w:rsidR="003A5AEE" w:rsidRPr="00E302B2" w14:paraId="2F4F5A48" w14:textId="77777777" w:rsidTr="00CA093E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0DC73C91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  <w:r w:rsidR="00D746CB">
              <w:rPr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5245" w:type="dxa"/>
            <w:vAlign w:val="center"/>
          </w:tcPr>
          <w:p w14:paraId="66116A5E" w14:textId="6DE030F1" w:rsidR="00675329" w:rsidRPr="00C90489" w:rsidRDefault="00CF6A61" w:rsidP="00CF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23"/>
                <w:szCs w:val="23"/>
              </w:rPr>
            </w:pPr>
            <w:r w:rsidRPr="00C9048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Remont</w:t>
            </w:r>
            <w:r w:rsidR="00C90489" w:rsidRPr="00C9048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C90489" w:rsidRPr="00C90489">
              <w:rPr>
                <w:rFonts w:eastAsia="Calibri" w:cstheme="minorHAnsi"/>
                <w:i/>
                <w:iCs/>
                <w:sz w:val="23"/>
                <w:szCs w:val="23"/>
              </w:rPr>
              <w:t>stacji transformatorowych</w:t>
            </w:r>
            <w:r w:rsidR="00CF1447">
              <w:rPr>
                <w:rFonts w:eastAsia="Calibri" w:cstheme="minorHAnsi"/>
                <w:i/>
                <w:iCs/>
                <w:sz w:val="23"/>
                <w:szCs w:val="23"/>
              </w:rPr>
              <w:br/>
            </w:r>
            <w:r w:rsidR="00C90489" w:rsidRPr="00C90489">
              <w:rPr>
                <w:rFonts w:eastAsia="Calibri" w:cstheme="minorHAnsi"/>
                <w:i/>
                <w:iCs/>
                <w:sz w:val="23"/>
                <w:szCs w:val="23"/>
              </w:rPr>
              <w:t>ST</w:t>
            </w:r>
            <w:r w:rsidR="00CF1447">
              <w:rPr>
                <w:rFonts w:eastAsia="Calibri" w:cstheme="minorHAnsi"/>
                <w:i/>
                <w:iCs/>
                <w:sz w:val="23"/>
                <w:szCs w:val="23"/>
              </w:rPr>
              <w:t xml:space="preserve"> </w:t>
            </w:r>
            <w:r w:rsidR="00C90489" w:rsidRPr="00C90489">
              <w:rPr>
                <w:rFonts w:eastAsia="Calibri" w:cstheme="minorHAnsi"/>
                <w:i/>
                <w:iCs/>
                <w:sz w:val="23"/>
                <w:szCs w:val="23"/>
              </w:rPr>
              <w:t>2-5-16</w:t>
            </w:r>
            <w:r w:rsidR="00CF1447">
              <w:rPr>
                <w:rFonts w:eastAsia="Calibri" w:cstheme="minorHAnsi"/>
                <w:i/>
                <w:iCs/>
                <w:sz w:val="23"/>
                <w:szCs w:val="23"/>
              </w:rPr>
              <w:t xml:space="preserve"> </w:t>
            </w:r>
            <w:r w:rsidR="00C90489" w:rsidRPr="00C90489">
              <w:rPr>
                <w:rFonts w:eastAsia="Calibri" w:cstheme="minorHAnsi"/>
                <w:i/>
                <w:iCs/>
                <w:sz w:val="23"/>
                <w:szCs w:val="23"/>
              </w:rPr>
              <w:t>i ST 2-5-17 Maksymilianowo</w:t>
            </w:r>
          </w:p>
          <w:p w14:paraId="32A99895" w14:textId="6A102576" w:rsidR="003A5AEE" w:rsidRPr="00895091" w:rsidRDefault="00895091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Zakres prac zgodny z załącznikiem</w:t>
            </w:r>
            <w:r w:rsidR="003E5074"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F45EB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,</w:t>
            </w:r>
            <w:r w:rsidR="007C44A5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2</w:t>
            </w:r>
            <w:r w:rsidR="00F45EB9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, 3, 4</w:t>
            </w:r>
            <w:r w:rsidR="007C44A5">
              <w:rPr>
                <w:rFonts w:cstheme="minorHAns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9C3B5E">
              <w:rPr>
                <w:rFonts w:cstheme="minorHAnsi"/>
                <w:i/>
                <w:iCs/>
                <w:color w:val="000000"/>
                <w:sz w:val="23"/>
                <w:szCs w:val="23"/>
              </w:rPr>
              <w:t>do OPZ</w:t>
            </w:r>
          </w:p>
        </w:tc>
      </w:tr>
      <w:tr w:rsidR="003A5AEE" w:rsidRPr="00E302B2" w14:paraId="52CA4562" w14:textId="77777777" w:rsidTr="00CA093E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245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CA093E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245" w:type="dxa"/>
            <w:vAlign w:val="center"/>
          </w:tcPr>
          <w:p w14:paraId="3ACE1EEC" w14:textId="4541EE30" w:rsidR="001673CB" w:rsidRPr="00C90489" w:rsidRDefault="00C90489" w:rsidP="001673CB">
            <w:pPr>
              <w:spacing w:after="0"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C90489">
              <w:rPr>
                <w:rStyle w:val="Uwydatnienie"/>
                <w:i w:val="0"/>
                <w:iCs w:val="0"/>
                <w:sz w:val="22"/>
                <w:szCs w:val="22"/>
              </w:rPr>
              <w:t xml:space="preserve">T 2-5-16 - </w:t>
            </w:r>
            <w:r w:rsidR="00EC1902"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N:</w:t>
            </w:r>
            <w:r w:rsidR="00542CCB"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Pr="00C90489">
              <w:rPr>
                <w:rFonts w:cstheme="minorHAnsi"/>
                <w:sz w:val="22"/>
                <w:szCs w:val="22"/>
              </w:rPr>
              <w:t>53.20368941</w:t>
            </w:r>
            <w:r w:rsidR="001673CB"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; E: </w:t>
            </w:r>
            <w:r w:rsidRPr="00C90489">
              <w:rPr>
                <w:rFonts w:cstheme="minorHAnsi"/>
                <w:sz w:val="22"/>
                <w:szCs w:val="22"/>
              </w:rPr>
              <w:t>18.02420618</w:t>
            </w:r>
          </w:p>
          <w:p w14:paraId="209C0F43" w14:textId="4609F8DE" w:rsidR="00F45EB9" w:rsidRPr="00E302B2" w:rsidRDefault="00C90489" w:rsidP="001673CB">
            <w:pPr>
              <w:spacing w:after="0"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C90489">
              <w:rPr>
                <w:rStyle w:val="Uwydatnienie"/>
                <w:i w:val="0"/>
                <w:iCs w:val="0"/>
                <w:sz w:val="22"/>
                <w:szCs w:val="22"/>
              </w:rPr>
              <w:t xml:space="preserve">T 2-5-17 - </w:t>
            </w:r>
            <w:r w:rsidR="00F640D8"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N: </w:t>
            </w:r>
            <w:r w:rsidRPr="00C90489">
              <w:rPr>
                <w:rFonts w:cstheme="minorHAnsi"/>
                <w:sz w:val="22"/>
                <w:szCs w:val="22"/>
              </w:rPr>
              <w:t>53.21493170</w:t>
            </w:r>
            <w:r w:rsidR="00F640D8" w:rsidRPr="00C9048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; E: </w:t>
            </w:r>
            <w:r w:rsidRPr="00C90489">
              <w:rPr>
                <w:rFonts w:cstheme="minorHAnsi"/>
                <w:sz w:val="22"/>
                <w:szCs w:val="22"/>
              </w:rPr>
              <w:t>18.03048458</w:t>
            </w:r>
          </w:p>
        </w:tc>
      </w:tr>
      <w:tr w:rsidR="003A5AEE" w:rsidRPr="00E302B2" w14:paraId="59F41D9A" w14:textId="77777777" w:rsidTr="00CA093E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245" w:type="dxa"/>
            <w:vAlign w:val="center"/>
          </w:tcPr>
          <w:p w14:paraId="29E1E3FD" w14:textId="609C6459" w:rsidR="003A5AEE" w:rsidRPr="00E302B2" w:rsidRDefault="00F459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02.03.2026</w:t>
            </w:r>
          </w:p>
        </w:tc>
      </w:tr>
      <w:tr w:rsidR="003A5AEE" w:rsidRPr="00E302B2" w14:paraId="3B917744" w14:textId="77777777" w:rsidTr="00CA093E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2F6B3043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="00D746CB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14:paraId="7CCF6638" w14:textId="684CEDE0" w:rsidR="003A5AEE" w:rsidRDefault="00F459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30</w:t>
            </w: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.2026</w:t>
            </w:r>
          </w:p>
        </w:tc>
      </w:tr>
      <w:tr w:rsidR="003A5AEE" w:rsidRPr="00E302B2" w14:paraId="4BB0A4A0" w14:textId="77777777" w:rsidTr="00CA093E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245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CA093E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245" w:type="dxa"/>
            <w:vAlign w:val="center"/>
          </w:tcPr>
          <w:p w14:paraId="4F764C69" w14:textId="4A6E8A94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CA093E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245" w:type="dxa"/>
            <w:vAlign w:val="center"/>
          </w:tcPr>
          <w:p w14:paraId="3548F6AD" w14:textId="373E932C" w:rsidR="003A5AEE" w:rsidRPr="00E302B2" w:rsidRDefault="00FB59E9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CA093E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245" w:type="dxa"/>
            <w:vAlign w:val="center"/>
          </w:tcPr>
          <w:p w14:paraId="01F3DB1B" w14:textId="0520BC2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04CB4837" w14:textId="77777777" w:rsidR="00BF3D34" w:rsidRPr="00E302B2" w:rsidRDefault="00BF3D34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5B220929" w:rsidR="006C4A95" w:rsidRPr="00C90489" w:rsidRDefault="006B376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C90489">
        <w:rPr>
          <w:rFonts w:cstheme="minorHAnsi"/>
        </w:rPr>
        <w:t xml:space="preserve">Remont </w:t>
      </w:r>
      <w:r w:rsidR="00C90489" w:rsidRPr="00C90489">
        <w:rPr>
          <w:rFonts w:eastAsia="Calibri" w:cstheme="minorHAnsi"/>
          <w:iCs/>
        </w:rPr>
        <w:t>stacji transformatorowych ST</w:t>
      </w:r>
      <w:r w:rsidR="00307AB7">
        <w:rPr>
          <w:rFonts w:eastAsia="Calibri" w:cstheme="minorHAnsi"/>
          <w:iCs/>
        </w:rPr>
        <w:t xml:space="preserve"> </w:t>
      </w:r>
      <w:r w:rsidR="00C90489" w:rsidRPr="00C90489">
        <w:rPr>
          <w:rFonts w:eastAsia="Calibri" w:cstheme="minorHAnsi"/>
          <w:iCs/>
        </w:rPr>
        <w:t>2-5-16 i ST 2-5-17 Maksymilianowo</w:t>
      </w:r>
      <w:r w:rsidR="006C4A95" w:rsidRPr="00C90489">
        <w:rPr>
          <w:rFonts w:cstheme="minorHAnsi"/>
        </w:rPr>
        <w:t xml:space="preserve">. Zakres prac zgodny z Załącznikiem nr </w:t>
      </w:r>
      <w:r w:rsidR="00B073EF" w:rsidRPr="00C90489">
        <w:rPr>
          <w:rFonts w:cstheme="minorHAnsi"/>
        </w:rPr>
        <w:t>1</w:t>
      </w:r>
      <w:r w:rsidR="00F45EB9" w:rsidRPr="00C90489">
        <w:rPr>
          <w:rFonts w:cstheme="minorHAnsi"/>
        </w:rPr>
        <w:t xml:space="preserve">, </w:t>
      </w:r>
      <w:r w:rsidR="00542CCB" w:rsidRPr="00C90489">
        <w:rPr>
          <w:rFonts w:cstheme="minorHAnsi"/>
        </w:rPr>
        <w:t>2</w:t>
      </w:r>
      <w:r w:rsidR="00F45EB9" w:rsidRPr="00C90489">
        <w:rPr>
          <w:rFonts w:cstheme="minorHAnsi"/>
        </w:rPr>
        <w:t>, 3 i 4</w:t>
      </w:r>
      <w:r w:rsidR="006C4A95" w:rsidRPr="00C90489">
        <w:rPr>
          <w:rFonts w:cstheme="minorHAnsi"/>
        </w:rPr>
        <w:t xml:space="preserve"> do niniejszego OPZ</w:t>
      </w:r>
      <w:r w:rsidR="00B073EF" w:rsidRPr="00C90489">
        <w:rPr>
          <w:rFonts w:cstheme="minorHAnsi"/>
        </w:rPr>
        <w:t>.</w:t>
      </w:r>
    </w:p>
    <w:p w14:paraId="478C0BB0" w14:textId="77777777" w:rsidR="006C4A95" w:rsidRPr="00C90489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6C731ECD" w14:textId="3ABBC59E" w:rsidR="00840E51" w:rsidRPr="004B78D9" w:rsidRDefault="006C4A95" w:rsidP="004B78D9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</w:t>
      </w:r>
      <w:r w:rsidR="004B78D9">
        <w:rPr>
          <w:rFonts w:cstheme="minorHAnsi"/>
          <w:bCs/>
          <w:color w:val="000000" w:themeColor="text1"/>
        </w:rPr>
        <w:t>przedstawienia wraz z ofertą skanu</w:t>
      </w:r>
      <w:r w:rsidRPr="00831C84">
        <w:rPr>
          <w:rFonts w:cstheme="minorHAnsi"/>
          <w:bCs/>
          <w:color w:val="000000" w:themeColor="text1"/>
        </w:rPr>
        <w:t xml:space="preserve"> Ubezpieczenia od Odpowiedzialności Cywilnej</w:t>
      </w:r>
      <w:r w:rsidR="004B78D9">
        <w:rPr>
          <w:rFonts w:cstheme="minorHAnsi"/>
          <w:bCs/>
          <w:color w:val="000000" w:themeColor="text1"/>
        </w:rPr>
        <w:t xml:space="preserve"> oraz skanu opłaconej składki</w:t>
      </w:r>
      <w:r w:rsidRPr="00831C84">
        <w:rPr>
          <w:rFonts w:cstheme="minorHAnsi"/>
          <w:bCs/>
          <w:color w:val="000000" w:themeColor="text1"/>
        </w:rPr>
        <w:t>, suma ubezpieczenia min</w:t>
      </w:r>
      <w:r w:rsidR="004B78D9">
        <w:rPr>
          <w:rFonts w:cstheme="minorHAnsi"/>
          <w:bCs/>
          <w:color w:val="000000" w:themeColor="text1"/>
        </w:rPr>
        <w:t>.</w:t>
      </w:r>
      <w:r w:rsidRPr="00831C84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1 000.000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1A426829" w14:textId="2A97DA46" w:rsidR="006C4A95" w:rsidRPr="001C16C1" w:rsidRDefault="006C4A95" w:rsidP="004B78D9">
      <w:pPr>
        <w:ind w:left="142"/>
        <w:jc w:val="both"/>
        <w:rPr>
          <w:rFonts w:cstheme="minorHAnsi"/>
          <w:sz w:val="21"/>
          <w:szCs w:val="21"/>
        </w:rPr>
      </w:pP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036BF666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F1BE680" w14:textId="24BDCB6A" w:rsidR="006C4A95" w:rsidRPr="00CA093E" w:rsidRDefault="006C4A95" w:rsidP="00CA093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0C667F7D" w14:textId="77777777" w:rsidR="006C4A95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3BA4B9D2" w14:textId="77777777" w:rsidR="00CA093E" w:rsidRPr="008A0D90" w:rsidRDefault="00CA093E" w:rsidP="00CA093E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397990B8" w14:textId="72718E46" w:rsidR="00CA093E" w:rsidRDefault="00CA093E" w:rsidP="00CA093E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="007F0D44">
        <w:rPr>
          <w:rFonts w:cstheme="minorHAnsi"/>
        </w:rPr>
        <w:t xml:space="preserve">dla każdej lokalizacji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5B7B8A4E" w14:textId="52B690AC" w:rsidR="00CA093E" w:rsidRPr="00CA093E" w:rsidRDefault="00CA093E" w:rsidP="00CA093E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18241776" w14:textId="77777777" w:rsidR="00CA093E" w:rsidRPr="0049750C" w:rsidRDefault="00CA093E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2D4431F8" w:rsidR="00F80AF2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Z</w:t>
      </w:r>
      <w:r>
        <w:rPr>
          <w:rFonts w:cstheme="minorHAnsi"/>
          <w:i/>
          <w:iCs/>
        </w:rPr>
        <w:t>akres prac</w:t>
      </w:r>
      <w:r w:rsidR="00F80AF2">
        <w:rPr>
          <w:rFonts w:cstheme="minorHAnsi"/>
          <w:i/>
          <w:iCs/>
        </w:rPr>
        <w:t xml:space="preserve"> </w:t>
      </w:r>
      <w:r w:rsidR="00C90489">
        <w:rPr>
          <w:rFonts w:cstheme="minorHAnsi"/>
          <w:i/>
          <w:iCs/>
        </w:rPr>
        <w:t>ST 2-5-16 Maksymilianowo</w:t>
      </w:r>
    </w:p>
    <w:p w14:paraId="202E10C8" w14:textId="2250FB9E" w:rsidR="00F95369" w:rsidRDefault="006C4A95" w:rsidP="00542CCB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675329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K</w:t>
      </w:r>
      <w:r>
        <w:rPr>
          <w:rFonts w:cstheme="minorHAnsi"/>
          <w:i/>
          <w:iCs/>
        </w:rPr>
        <w:t>osztorys ślepy</w:t>
      </w:r>
      <w:r w:rsidR="003D4980">
        <w:rPr>
          <w:rFonts w:cstheme="minorHAnsi"/>
          <w:i/>
          <w:iCs/>
        </w:rPr>
        <w:t xml:space="preserve"> </w:t>
      </w:r>
      <w:r w:rsidR="00C90489">
        <w:rPr>
          <w:rFonts w:cstheme="minorHAnsi"/>
          <w:i/>
          <w:iCs/>
        </w:rPr>
        <w:t>ST 2-5-16 Maksymilianowo</w:t>
      </w:r>
    </w:p>
    <w:p w14:paraId="2B20757E" w14:textId="7F713F2E" w:rsidR="00F45EB9" w:rsidRDefault="00F45EB9" w:rsidP="00F45EB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3 - Zakres prac ST</w:t>
      </w:r>
      <w:r w:rsidR="00C90489">
        <w:rPr>
          <w:rFonts w:cstheme="minorHAnsi"/>
          <w:i/>
          <w:iCs/>
        </w:rPr>
        <w:t xml:space="preserve"> 2-5-17 Maksymilianowo</w:t>
      </w:r>
    </w:p>
    <w:p w14:paraId="2103D574" w14:textId="0A0360EF" w:rsidR="00F45EB9" w:rsidRPr="00675329" w:rsidRDefault="00F45EB9" w:rsidP="00F45EB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>Załącznik nr 4 - Kosztorys ślepy ST</w:t>
      </w:r>
      <w:r w:rsidR="00C90489">
        <w:rPr>
          <w:rFonts w:cstheme="minorHAnsi"/>
          <w:i/>
          <w:iCs/>
        </w:rPr>
        <w:t xml:space="preserve"> 2-5-17 Maksymilianowo</w:t>
      </w:r>
    </w:p>
    <w:sectPr w:rsidR="00F45EB9" w:rsidRPr="00675329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9D7A0" w14:textId="77777777" w:rsidR="000E7444" w:rsidRDefault="000E7444">
      <w:r>
        <w:separator/>
      </w:r>
    </w:p>
  </w:endnote>
  <w:endnote w:type="continuationSeparator" w:id="0">
    <w:p w14:paraId="4A412218" w14:textId="77777777" w:rsidR="000E7444" w:rsidRDefault="000E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D9B4" w14:textId="77777777" w:rsidR="000E7444" w:rsidRDefault="000E7444">
      <w:r>
        <w:separator/>
      </w:r>
    </w:p>
  </w:footnote>
  <w:footnote w:type="continuationSeparator" w:id="0">
    <w:p w14:paraId="0DD9B436" w14:textId="77777777" w:rsidR="000E7444" w:rsidRDefault="000E7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 w:numId="40" w16cid:durableId="1811437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0146"/>
    <w:rsid w:val="0001127B"/>
    <w:rsid w:val="0001228A"/>
    <w:rsid w:val="00015728"/>
    <w:rsid w:val="00022238"/>
    <w:rsid w:val="00022399"/>
    <w:rsid w:val="000263CF"/>
    <w:rsid w:val="000425CD"/>
    <w:rsid w:val="000442F3"/>
    <w:rsid w:val="00064F42"/>
    <w:rsid w:val="00070563"/>
    <w:rsid w:val="00084FF0"/>
    <w:rsid w:val="00087147"/>
    <w:rsid w:val="00095C9A"/>
    <w:rsid w:val="000A00B7"/>
    <w:rsid w:val="000A19E5"/>
    <w:rsid w:val="000A1D63"/>
    <w:rsid w:val="000C187A"/>
    <w:rsid w:val="000D0731"/>
    <w:rsid w:val="000D13EE"/>
    <w:rsid w:val="000D3B74"/>
    <w:rsid w:val="000D5273"/>
    <w:rsid w:val="000D62DD"/>
    <w:rsid w:val="000E0029"/>
    <w:rsid w:val="000E6397"/>
    <w:rsid w:val="000E7444"/>
    <w:rsid w:val="000F79A6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2B98"/>
    <w:rsid w:val="0014753C"/>
    <w:rsid w:val="001564EC"/>
    <w:rsid w:val="001673CB"/>
    <w:rsid w:val="00170DC8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07F3C"/>
    <w:rsid w:val="0021173A"/>
    <w:rsid w:val="002122D7"/>
    <w:rsid w:val="00213C00"/>
    <w:rsid w:val="002228DA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67EA4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B3719"/>
    <w:rsid w:val="002C3009"/>
    <w:rsid w:val="002C6596"/>
    <w:rsid w:val="002C68B3"/>
    <w:rsid w:val="002D5F18"/>
    <w:rsid w:val="002D67A4"/>
    <w:rsid w:val="002E1C96"/>
    <w:rsid w:val="002E21C0"/>
    <w:rsid w:val="002E3110"/>
    <w:rsid w:val="002E57FA"/>
    <w:rsid w:val="002E66C3"/>
    <w:rsid w:val="002E74FD"/>
    <w:rsid w:val="002F47A6"/>
    <w:rsid w:val="00307AB7"/>
    <w:rsid w:val="003105F9"/>
    <w:rsid w:val="003130D5"/>
    <w:rsid w:val="003145B4"/>
    <w:rsid w:val="00315A41"/>
    <w:rsid w:val="00315F35"/>
    <w:rsid w:val="00316D86"/>
    <w:rsid w:val="00325580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C7BD8"/>
    <w:rsid w:val="003D4406"/>
    <w:rsid w:val="003D4980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062D"/>
    <w:rsid w:val="00431B33"/>
    <w:rsid w:val="00434F48"/>
    <w:rsid w:val="00436208"/>
    <w:rsid w:val="00443A21"/>
    <w:rsid w:val="00443F9B"/>
    <w:rsid w:val="00444F98"/>
    <w:rsid w:val="004460BC"/>
    <w:rsid w:val="00447BEB"/>
    <w:rsid w:val="00474F50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B78D9"/>
    <w:rsid w:val="004C160A"/>
    <w:rsid w:val="004D2622"/>
    <w:rsid w:val="004D394B"/>
    <w:rsid w:val="004D3D93"/>
    <w:rsid w:val="004D5478"/>
    <w:rsid w:val="004E5A4A"/>
    <w:rsid w:val="004F5E03"/>
    <w:rsid w:val="004F7B45"/>
    <w:rsid w:val="00506FDA"/>
    <w:rsid w:val="00514BB5"/>
    <w:rsid w:val="00526641"/>
    <w:rsid w:val="00527DC5"/>
    <w:rsid w:val="005321B6"/>
    <w:rsid w:val="00537FC4"/>
    <w:rsid w:val="00542CCB"/>
    <w:rsid w:val="00542FB2"/>
    <w:rsid w:val="00545CB7"/>
    <w:rsid w:val="005523EF"/>
    <w:rsid w:val="005531E6"/>
    <w:rsid w:val="0055396F"/>
    <w:rsid w:val="00555D09"/>
    <w:rsid w:val="0056495D"/>
    <w:rsid w:val="0056526C"/>
    <w:rsid w:val="00565860"/>
    <w:rsid w:val="00573692"/>
    <w:rsid w:val="00575F71"/>
    <w:rsid w:val="00576B60"/>
    <w:rsid w:val="00577AF2"/>
    <w:rsid w:val="00585221"/>
    <w:rsid w:val="005871E8"/>
    <w:rsid w:val="0059721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26758"/>
    <w:rsid w:val="006300A0"/>
    <w:rsid w:val="00635C8D"/>
    <w:rsid w:val="00651285"/>
    <w:rsid w:val="006529B3"/>
    <w:rsid w:val="00657631"/>
    <w:rsid w:val="00662F35"/>
    <w:rsid w:val="00665BCB"/>
    <w:rsid w:val="00666F4D"/>
    <w:rsid w:val="0067098A"/>
    <w:rsid w:val="00675329"/>
    <w:rsid w:val="00687393"/>
    <w:rsid w:val="006920A5"/>
    <w:rsid w:val="00694810"/>
    <w:rsid w:val="006A3578"/>
    <w:rsid w:val="006B376A"/>
    <w:rsid w:val="006B6F2C"/>
    <w:rsid w:val="006C243D"/>
    <w:rsid w:val="006C3838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3302D"/>
    <w:rsid w:val="00737DD8"/>
    <w:rsid w:val="00744B47"/>
    <w:rsid w:val="0074753D"/>
    <w:rsid w:val="007571DA"/>
    <w:rsid w:val="00765A27"/>
    <w:rsid w:val="007662F5"/>
    <w:rsid w:val="00781A19"/>
    <w:rsid w:val="00783751"/>
    <w:rsid w:val="00785794"/>
    <w:rsid w:val="007908EF"/>
    <w:rsid w:val="00795679"/>
    <w:rsid w:val="007A0A6A"/>
    <w:rsid w:val="007A25D2"/>
    <w:rsid w:val="007B216E"/>
    <w:rsid w:val="007B5BC2"/>
    <w:rsid w:val="007C44A5"/>
    <w:rsid w:val="007C44F6"/>
    <w:rsid w:val="007C54B5"/>
    <w:rsid w:val="007C75BE"/>
    <w:rsid w:val="007D74FC"/>
    <w:rsid w:val="007E1B77"/>
    <w:rsid w:val="007F0D44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2C6D"/>
    <w:rsid w:val="00834221"/>
    <w:rsid w:val="008356A1"/>
    <w:rsid w:val="00840E51"/>
    <w:rsid w:val="008459CD"/>
    <w:rsid w:val="00862097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D3275"/>
    <w:rsid w:val="008D44CE"/>
    <w:rsid w:val="008E0228"/>
    <w:rsid w:val="008E3228"/>
    <w:rsid w:val="008E3880"/>
    <w:rsid w:val="008E3A91"/>
    <w:rsid w:val="008E6B24"/>
    <w:rsid w:val="008F47B9"/>
    <w:rsid w:val="00901F03"/>
    <w:rsid w:val="00903372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62FAE"/>
    <w:rsid w:val="00971D5C"/>
    <w:rsid w:val="0097220C"/>
    <w:rsid w:val="00977C91"/>
    <w:rsid w:val="00985CE9"/>
    <w:rsid w:val="009900EB"/>
    <w:rsid w:val="00990A9F"/>
    <w:rsid w:val="009929B8"/>
    <w:rsid w:val="00996F73"/>
    <w:rsid w:val="009A05B1"/>
    <w:rsid w:val="009B47C1"/>
    <w:rsid w:val="009B53DD"/>
    <w:rsid w:val="009B6363"/>
    <w:rsid w:val="009C1ABA"/>
    <w:rsid w:val="009C3B5E"/>
    <w:rsid w:val="009C4172"/>
    <w:rsid w:val="009C6F8B"/>
    <w:rsid w:val="009C73AC"/>
    <w:rsid w:val="009D6EC7"/>
    <w:rsid w:val="009E2F52"/>
    <w:rsid w:val="009E4170"/>
    <w:rsid w:val="009E4202"/>
    <w:rsid w:val="009E5913"/>
    <w:rsid w:val="009F63BA"/>
    <w:rsid w:val="00A02284"/>
    <w:rsid w:val="00A02DD1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83228"/>
    <w:rsid w:val="00A91227"/>
    <w:rsid w:val="00AA1002"/>
    <w:rsid w:val="00AA5673"/>
    <w:rsid w:val="00AB3570"/>
    <w:rsid w:val="00AB638F"/>
    <w:rsid w:val="00AB6FE4"/>
    <w:rsid w:val="00AC2535"/>
    <w:rsid w:val="00AD1184"/>
    <w:rsid w:val="00AD2303"/>
    <w:rsid w:val="00AD69C4"/>
    <w:rsid w:val="00AE11AB"/>
    <w:rsid w:val="00AE2114"/>
    <w:rsid w:val="00AE37FB"/>
    <w:rsid w:val="00AE611A"/>
    <w:rsid w:val="00AF37E7"/>
    <w:rsid w:val="00B05B0A"/>
    <w:rsid w:val="00B06E92"/>
    <w:rsid w:val="00B073EF"/>
    <w:rsid w:val="00B11154"/>
    <w:rsid w:val="00B12149"/>
    <w:rsid w:val="00B17CB5"/>
    <w:rsid w:val="00B21ECC"/>
    <w:rsid w:val="00B272ED"/>
    <w:rsid w:val="00B30DAF"/>
    <w:rsid w:val="00B538FB"/>
    <w:rsid w:val="00B61753"/>
    <w:rsid w:val="00B6604C"/>
    <w:rsid w:val="00B731F5"/>
    <w:rsid w:val="00B825D3"/>
    <w:rsid w:val="00B831E8"/>
    <w:rsid w:val="00B86B56"/>
    <w:rsid w:val="00B91F09"/>
    <w:rsid w:val="00BA1A27"/>
    <w:rsid w:val="00BA2281"/>
    <w:rsid w:val="00BA379A"/>
    <w:rsid w:val="00BA7D8C"/>
    <w:rsid w:val="00BB4AE1"/>
    <w:rsid w:val="00BB52C8"/>
    <w:rsid w:val="00BB5CC4"/>
    <w:rsid w:val="00BC119C"/>
    <w:rsid w:val="00BC3266"/>
    <w:rsid w:val="00BD0941"/>
    <w:rsid w:val="00BD4F1F"/>
    <w:rsid w:val="00BE1B86"/>
    <w:rsid w:val="00BE2A09"/>
    <w:rsid w:val="00BE3AF0"/>
    <w:rsid w:val="00BE3D66"/>
    <w:rsid w:val="00BE42ED"/>
    <w:rsid w:val="00BF093E"/>
    <w:rsid w:val="00BF09E0"/>
    <w:rsid w:val="00BF3D34"/>
    <w:rsid w:val="00BF6572"/>
    <w:rsid w:val="00C03999"/>
    <w:rsid w:val="00C06AEE"/>
    <w:rsid w:val="00C10543"/>
    <w:rsid w:val="00C14A42"/>
    <w:rsid w:val="00C15A44"/>
    <w:rsid w:val="00C178AC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57F3B"/>
    <w:rsid w:val="00C70CF4"/>
    <w:rsid w:val="00C712FE"/>
    <w:rsid w:val="00C74E66"/>
    <w:rsid w:val="00C7515E"/>
    <w:rsid w:val="00C751C6"/>
    <w:rsid w:val="00C76766"/>
    <w:rsid w:val="00C77AD1"/>
    <w:rsid w:val="00C83C11"/>
    <w:rsid w:val="00C8542D"/>
    <w:rsid w:val="00C90489"/>
    <w:rsid w:val="00C93EDC"/>
    <w:rsid w:val="00CA093E"/>
    <w:rsid w:val="00CA33B2"/>
    <w:rsid w:val="00CB01E0"/>
    <w:rsid w:val="00CB2122"/>
    <w:rsid w:val="00CC00AF"/>
    <w:rsid w:val="00CC599A"/>
    <w:rsid w:val="00CC5AA6"/>
    <w:rsid w:val="00CC6E86"/>
    <w:rsid w:val="00CF1447"/>
    <w:rsid w:val="00CF48EF"/>
    <w:rsid w:val="00CF4F82"/>
    <w:rsid w:val="00CF6A61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2249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746CB"/>
    <w:rsid w:val="00D8235B"/>
    <w:rsid w:val="00D86F35"/>
    <w:rsid w:val="00D91F4D"/>
    <w:rsid w:val="00DA6AD1"/>
    <w:rsid w:val="00DB5F5A"/>
    <w:rsid w:val="00DB6E07"/>
    <w:rsid w:val="00DC3A0B"/>
    <w:rsid w:val="00DC4773"/>
    <w:rsid w:val="00DC7A79"/>
    <w:rsid w:val="00DD272D"/>
    <w:rsid w:val="00DD7419"/>
    <w:rsid w:val="00DE2B59"/>
    <w:rsid w:val="00DE4F77"/>
    <w:rsid w:val="00DE5B0D"/>
    <w:rsid w:val="00DE77D6"/>
    <w:rsid w:val="00E06F87"/>
    <w:rsid w:val="00E07222"/>
    <w:rsid w:val="00E10FDD"/>
    <w:rsid w:val="00E22BC8"/>
    <w:rsid w:val="00E239CD"/>
    <w:rsid w:val="00E2528D"/>
    <w:rsid w:val="00E302B2"/>
    <w:rsid w:val="00E377A9"/>
    <w:rsid w:val="00E40BB0"/>
    <w:rsid w:val="00E4311A"/>
    <w:rsid w:val="00E43CD6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B20E4"/>
    <w:rsid w:val="00EB5FE9"/>
    <w:rsid w:val="00EC1902"/>
    <w:rsid w:val="00ED58F4"/>
    <w:rsid w:val="00EF0389"/>
    <w:rsid w:val="00EF2124"/>
    <w:rsid w:val="00F0134C"/>
    <w:rsid w:val="00F0459F"/>
    <w:rsid w:val="00F0656C"/>
    <w:rsid w:val="00F11B5B"/>
    <w:rsid w:val="00F12405"/>
    <w:rsid w:val="00F17590"/>
    <w:rsid w:val="00F41377"/>
    <w:rsid w:val="00F459EE"/>
    <w:rsid w:val="00F45EB9"/>
    <w:rsid w:val="00F6332C"/>
    <w:rsid w:val="00F640D8"/>
    <w:rsid w:val="00F655E1"/>
    <w:rsid w:val="00F66EA7"/>
    <w:rsid w:val="00F70632"/>
    <w:rsid w:val="00F72444"/>
    <w:rsid w:val="00F72ABE"/>
    <w:rsid w:val="00F7664C"/>
    <w:rsid w:val="00F77AC9"/>
    <w:rsid w:val="00F80AF2"/>
    <w:rsid w:val="00F82685"/>
    <w:rsid w:val="00F93510"/>
    <w:rsid w:val="00F95369"/>
    <w:rsid w:val="00F97A05"/>
    <w:rsid w:val="00FA3D47"/>
    <w:rsid w:val="00FB4A2F"/>
    <w:rsid w:val="00FB59E9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budynków stacji transformatorowych ST 2-5-16 i ST 2-5-17 Maksymilianowo.docx</dmsv2BaseFileName>
    <dmsv2BaseDisplayName xmlns="http://schemas.microsoft.com/sharepoint/v3">OPZ Remont budynków stacji transformatorowych ST 2-5-16 i ST 2-5-17 Maksymilianowo</dmsv2BaseDisplayName>
    <dmsv2SWPP2ObjectNumber xmlns="http://schemas.microsoft.com/sharepoint/v3" xsi:nil="true"/>
    <dmsv2SWPP2SumMD5 xmlns="http://schemas.microsoft.com/sharepoint/v3">9ac9164ab1cebb8bd9eae500eae7e485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23783097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DPFVW34YURAE-1996658973-11378</_dlc_DocId>
    <_dlc_DocIdUrl xmlns="a19cb1c7-c5c7-46d4-85ae-d83685407bba">
      <Url>https://swpp2.dms.gkpge.pl/sites/40/_layouts/15/DocIdRedir.aspx?ID=DPFVW34YURAE-1996658973-11378</Url>
      <Description>DPFVW34YURAE-1996658973-11378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92CCA6-C6BA-42A0-835B-8E21E300F4CA}"/>
</file>

<file path=customXml/itemProps3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C4A80A-86FD-4E7C-934D-2B7D9D17FB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13</TotalTime>
  <Pages>2</Pages>
  <Words>440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7</cp:revision>
  <cp:lastPrinted>2023-08-21T07:51:00Z</cp:lastPrinted>
  <dcterms:created xsi:type="dcterms:W3CDTF">2025-11-21T08:02:00Z</dcterms:created>
  <dcterms:modified xsi:type="dcterms:W3CDTF">2025-11-21T08:55:00Z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0c96d24e-8eec-4b6c-9e56-73abf0a2ba63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